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061E2" w14:textId="0FA0CF86" w:rsidR="00490C14" w:rsidRPr="00802AD0" w:rsidRDefault="00FC3264" w:rsidP="004051BA">
      <w:pPr>
        <w:pStyle w:val="Nagwek6"/>
        <w:jc w:val="right"/>
        <w:rPr>
          <w:rFonts w:asciiTheme="minorHAnsi" w:hAnsiTheme="minorHAnsi" w:cstheme="minorHAnsi"/>
          <w:i w:val="0"/>
          <w:sz w:val="20"/>
        </w:rPr>
      </w:pPr>
      <w:r w:rsidRPr="00802AD0">
        <w:rPr>
          <w:rFonts w:asciiTheme="minorHAnsi" w:hAnsiTheme="minorHAnsi" w:cstheme="minorHAnsi"/>
          <w:i w:val="0"/>
          <w:sz w:val="20"/>
        </w:rPr>
        <w:t>Załącznik nr  1</w:t>
      </w:r>
      <w:r w:rsidR="00BA1E58" w:rsidRPr="00802AD0">
        <w:rPr>
          <w:rFonts w:asciiTheme="minorHAnsi" w:hAnsiTheme="minorHAnsi" w:cstheme="minorHAnsi"/>
          <w:i w:val="0"/>
          <w:sz w:val="20"/>
        </w:rPr>
        <w:t xml:space="preserve"> do zapytania ofertowego nr </w:t>
      </w:r>
      <w:r w:rsidR="003C1119" w:rsidRPr="00802AD0">
        <w:rPr>
          <w:rFonts w:asciiTheme="minorHAnsi" w:hAnsiTheme="minorHAnsi" w:cstheme="minorHAnsi"/>
          <w:i w:val="0"/>
          <w:sz w:val="20"/>
        </w:rPr>
        <w:t>1</w:t>
      </w:r>
      <w:r w:rsidR="000F1C8F" w:rsidRPr="00802AD0">
        <w:rPr>
          <w:rFonts w:asciiTheme="minorHAnsi" w:hAnsiTheme="minorHAnsi" w:cstheme="minorHAnsi"/>
          <w:i w:val="0"/>
          <w:sz w:val="20"/>
        </w:rPr>
        <w:t>/202</w:t>
      </w:r>
      <w:r w:rsidR="00BE6AD1">
        <w:rPr>
          <w:rFonts w:asciiTheme="minorHAnsi" w:hAnsiTheme="minorHAnsi" w:cstheme="minorHAnsi"/>
          <w:i w:val="0"/>
          <w:sz w:val="20"/>
        </w:rPr>
        <w:t>5</w:t>
      </w:r>
    </w:p>
    <w:p w14:paraId="5117E2BB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………………………………………… </w:t>
      </w:r>
    </w:p>
    <w:p w14:paraId="1C6212A7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                 (pieczęć Wykonawcy)</w:t>
      </w:r>
    </w:p>
    <w:p w14:paraId="797247AA" w14:textId="77777777" w:rsidR="00FC3264" w:rsidRPr="00802AD0" w:rsidRDefault="00FC3264" w:rsidP="00FC3264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02AD0">
        <w:rPr>
          <w:rFonts w:asciiTheme="minorHAnsi" w:hAnsiTheme="minorHAnsi" w:cstheme="minorHAnsi"/>
          <w:b/>
          <w:sz w:val="20"/>
          <w:szCs w:val="20"/>
          <w:u w:val="single"/>
        </w:rPr>
        <w:t>FORMULARZ OFERTOWY</w:t>
      </w:r>
      <w:r w:rsidR="000F1C8F" w:rsidRPr="00802AD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30342B09" w14:textId="77777777" w:rsidR="004051BA" w:rsidRPr="00802AD0" w:rsidRDefault="004051BA" w:rsidP="00780A5E">
      <w:pPr>
        <w:pStyle w:val="Listownik"/>
        <w:jc w:val="center"/>
        <w:rPr>
          <w:rFonts w:asciiTheme="minorHAnsi" w:hAnsiTheme="minorHAnsi" w:cstheme="minorHAnsi"/>
          <w:b/>
          <w:sz w:val="20"/>
        </w:rPr>
      </w:pPr>
    </w:p>
    <w:p w14:paraId="5C63CFDC" w14:textId="77777777" w:rsidR="00AA22E3" w:rsidRPr="00802AD0" w:rsidRDefault="00AA22E3" w:rsidP="00DC42DD">
      <w:pPr>
        <w:pStyle w:val="Listownik"/>
        <w:jc w:val="center"/>
        <w:rPr>
          <w:rFonts w:asciiTheme="minorHAnsi" w:hAnsiTheme="minorHAnsi" w:cstheme="minorHAnsi"/>
          <w:sz w:val="20"/>
        </w:rPr>
      </w:pPr>
    </w:p>
    <w:p w14:paraId="7C2A11B8" w14:textId="77777777" w:rsidR="00FC3264" w:rsidRPr="00802AD0" w:rsidRDefault="00FC3264" w:rsidP="00FC3264">
      <w:pPr>
        <w:pStyle w:val="Listownik"/>
        <w:rPr>
          <w:rFonts w:asciiTheme="minorHAnsi" w:hAnsiTheme="minorHAnsi" w:cstheme="minorHAnsi"/>
          <w:sz w:val="20"/>
        </w:rPr>
      </w:pPr>
      <w:r w:rsidRPr="00802AD0">
        <w:rPr>
          <w:rFonts w:asciiTheme="minorHAnsi" w:hAnsiTheme="minorHAnsi" w:cstheme="minorHAnsi"/>
          <w:sz w:val="20"/>
        </w:rPr>
        <w:t>NAZWA WYKONAWCY: .........................................................................................................</w:t>
      </w:r>
    </w:p>
    <w:p w14:paraId="74F6C823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3A68D024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ADRES WYKONAWCY: ..........................................................................................................</w:t>
      </w:r>
    </w:p>
    <w:p w14:paraId="6205BE6E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11677B7F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NR TELEFONU: ........................................................FAX........................................................</w:t>
      </w:r>
    </w:p>
    <w:p w14:paraId="49F98270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040DF196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E-MAIL …………………………………………………………………………………………………..</w:t>
      </w:r>
    </w:p>
    <w:p w14:paraId="25F9B460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77899925" w14:textId="77777777" w:rsidR="00FC3264" w:rsidRPr="00802AD0" w:rsidRDefault="00FC3264" w:rsidP="00FC3264">
      <w:pPr>
        <w:rPr>
          <w:rFonts w:asciiTheme="minorHAnsi" w:hAnsiTheme="minorHAnsi" w:cstheme="minorHAnsi"/>
          <w:color w:val="FF0000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NIP: ..........................................................REGON: .................................................................</w:t>
      </w:r>
    </w:p>
    <w:p w14:paraId="74C50B36" w14:textId="77777777" w:rsidR="003E742C" w:rsidRPr="00802AD0" w:rsidRDefault="003E742C" w:rsidP="00FC3264">
      <w:pPr>
        <w:rPr>
          <w:rFonts w:asciiTheme="minorHAnsi" w:hAnsiTheme="minorHAnsi" w:cstheme="minorHAnsi"/>
          <w:color w:val="FF0000"/>
          <w:spacing w:val="8"/>
          <w:sz w:val="20"/>
          <w:szCs w:val="20"/>
        </w:rPr>
      </w:pPr>
    </w:p>
    <w:p w14:paraId="464C10AD" w14:textId="77777777" w:rsidR="00593E99" w:rsidRPr="00802AD0" w:rsidRDefault="00593E99" w:rsidP="004051BA">
      <w:pPr>
        <w:numPr>
          <w:ilvl w:val="0"/>
          <w:numId w:val="15"/>
        </w:numPr>
        <w:tabs>
          <w:tab w:val="clear" w:pos="720"/>
          <w:tab w:val="num" w:pos="284"/>
        </w:tabs>
        <w:spacing w:before="60" w:after="60"/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Oferujemy wykonanie prac objętych przedmiotem zamówienia za cenę ustaloną </w:t>
      </w:r>
    </w:p>
    <w:p w14:paraId="6F2892A3" w14:textId="77777777" w:rsidR="00593E99" w:rsidRPr="00802AD0" w:rsidRDefault="004F5889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    ryczałtowo (</w:t>
      </w:r>
      <w:r w:rsidR="001275DB" w:rsidRPr="00802AD0">
        <w:rPr>
          <w:rFonts w:asciiTheme="minorHAnsi" w:hAnsiTheme="minorHAnsi" w:cstheme="minorHAnsi"/>
          <w:b/>
          <w:sz w:val="20"/>
          <w:szCs w:val="20"/>
        </w:rPr>
        <w:t>formularz cenowy</w:t>
      </w:r>
      <w:r w:rsidR="00593E99" w:rsidRPr="00802AD0">
        <w:rPr>
          <w:rFonts w:asciiTheme="minorHAnsi" w:hAnsiTheme="minorHAnsi" w:cstheme="minorHAnsi"/>
          <w:b/>
          <w:sz w:val="20"/>
          <w:szCs w:val="20"/>
        </w:rPr>
        <w:t xml:space="preserve">): </w:t>
      </w:r>
    </w:p>
    <w:p w14:paraId="028E7699" w14:textId="77777777" w:rsidR="0078632E" w:rsidRPr="00802AD0" w:rsidRDefault="0078632E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E6876F8" w14:textId="445F9E3F" w:rsidR="003E742C" w:rsidRPr="00802AD0" w:rsidRDefault="001275DB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RAZEM </w:t>
      </w:r>
      <w:r w:rsidR="00780A5E" w:rsidRPr="00802AD0">
        <w:rPr>
          <w:rFonts w:asciiTheme="minorHAnsi" w:hAnsiTheme="minorHAnsi" w:cstheme="minorHAnsi"/>
          <w:b/>
          <w:sz w:val="20"/>
          <w:szCs w:val="20"/>
        </w:rPr>
        <w:t>NE</w:t>
      </w:r>
      <w:r w:rsidRPr="00802AD0">
        <w:rPr>
          <w:rFonts w:asciiTheme="minorHAnsi" w:hAnsiTheme="minorHAnsi" w:cstheme="minorHAnsi"/>
          <w:b/>
          <w:sz w:val="20"/>
          <w:szCs w:val="20"/>
        </w:rPr>
        <w:t>TTO …………………</w:t>
      </w:r>
      <w:r w:rsidR="00446CDF" w:rsidRPr="00802AD0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802AD0">
        <w:rPr>
          <w:rFonts w:asciiTheme="minorHAnsi" w:hAnsiTheme="minorHAnsi" w:cstheme="minorHAnsi"/>
          <w:b/>
          <w:sz w:val="20"/>
          <w:szCs w:val="20"/>
        </w:rPr>
        <w:t>…… PLN</w:t>
      </w:r>
      <w:r w:rsidR="00504D6B" w:rsidRPr="00802AD0">
        <w:rPr>
          <w:rFonts w:asciiTheme="minorHAnsi" w:hAnsiTheme="minorHAnsi" w:cstheme="minorHAnsi"/>
          <w:b/>
          <w:sz w:val="20"/>
          <w:szCs w:val="20"/>
        </w:rPr>
        <w:t>/EUR/USD/CHF/GBP</w:t>
      </w:r>
      <w:r w:rsidR="00535E25" w:rsidRPr="00802AD0">
        <w:rPr>
          <w:rFonts w:asciiTheme="minorHAnsi" w:hAnsiTheme="minorHAnsi" w:cstheme="minorHAnsi"/>
          <w:b/>
          <w:sz w:val="20"/>
          <w:szCs w:val="20"/>
        </w:rPr>
        <w:t>/INNE</w:t>
      </w:r>
      <w:r w:rsidR="00E83C89" w:rsidRPr="00802AD0">
        <w:rPr>
          <w:rFonts w:asciiTheme="minorHAnsi" w:hAnsiTheme="minorHAnsi" w:cstheme="minorHAnsi"/>
          <w:b/>
          <w:sz w:val="20"/>
          <w:szCs w:val="20"/>
        </w:rPr>
        <w:t>*</w:t>
      </w:r>
      <w:r w:rsidR="004051BA" w:rsidRPr="00802AD0">
        <w:rPr>
          <w:rFonts w:asciiTheme="minorHAnsi" w:hAnsiTheme="minorHAnsi" w:cstheme="minorHAnsi"/>
          <w:b/>
          <w:sz w:val="20"/>
          <w:szCs w:val="20"/>
        </w:rPr>
        <w:t>:</w:t>
      </w:r>
    </w:p>
    <w:p w14:paraId="78A8C216" w14:textId="77777777" w:rsidR="004051BA" w:rsidRPr="00802AD0" w:rsidRDefault="004051BA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D2ACD76" w14:textId="77777777" w:rsidR="00FC3264" w:rsidRPr="00802AD0" w:rsidRDefault="00FC3264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zapoznaliśmy się z warunkami przystąpienia do zamówienia określonymi w </w:t>
      </w:r>
      <w:r w:rsidR="00780A5E" w:rsidRPr="00802AD0">
        <w:rPr>
          <w:rFonts w:asciiTheme="minorHAnsi" w:hAnsiTheme="minorHAnsi" w:cstheme="minorHAnsi"/>
          <w:sz w:val="20"/>
          <w:szCs w:val="20"/>
        </w:rPr>
        <w:t>zapytaniu ofertowym</w:t>
      </w:r>
      <w:r w:rsidRPr="00802AD0">
        <w:rPr>
          <w:rFonts w:asciiTheme="minorHAnsi" w:hAnsiTheme="minorHAnsi" w:cstheme="minorHAnsi"/>
          <w:sz w:val="20"/>
          <w:szCs w:val="20"/>
        </w:rPr>
        <w:t xml:space="preserve"> oraz uzyskaliśmy niezbędne informacje do przygotowania oferty.</w:t>
      </w:r>
    </w:p>
    <w:p w14:paraId="6E19114A" w14:textId="77777777" w:rsidR="00FC3264" w:rsidRPr="00802AD0" w:rsidRDefault="00FC3264" w:rsidP="004A07DF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w cenie oferty zostały uwzględnione wszystkie koszty wykonania zamówienia i realizacji przyszłego świadczenia umownego.</w:t>
      </w:r>
    </w:p>
    <w:p w14:paraId="06A3C244" w14:textId="636DC99E" w:rsidR="004A07DF" w:rsidRPr="00802AD0" w:rsidRDefault="004A07DF" w:rsidP="004A07DF">
      <w:pPr>
        <w:numPr>
          <w:ilvl w:val="0"/>
          <w:numId w:val="7"/>
        </w:numPr>
        <w:tabs>
          <w:tab w:val="clear" w:pos="720"/>
        </w:tabs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posiadamy niezbędną wiedzę i doświadczenie, jak również dysponują potencjałem</w:t>
      </w:r>
    </w:p>
    <w:p w14:paraId="53605D47" w14:textId="77777777" w:rsidR="004A07DF" w:rsidRPr="00802AD0" w:rsidRDefault="004A07DF" w:rsidP="00423F94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technicznym i osobowym zdolnym do wykonania przedmiotu zamówienia.</w:t>
      </w:r>
    </w:p>
    <w:p w14:paraId="710B7E4D" w14:textId="41C3DB5F" w:rsidR="004A07DF" w:rsidRPr="00802AD0" w:rsidRDefault="00423F94" w:rsidP="00AB7674">
      <w:pPr>
        <w:numPr>
          <w:ilvl w:val="0"/>
          <w:numId w:val="7"/>
        </w:numPr>
        <w:tabs>
          <w:tab w:val="clear" w:pos="720"/>
        </w:tabs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z</w:t>
      </w:r>
      <w:r w:rsidR="004A07DF" w:rsidRPr="00802AD0">
        <w:rPr>
          <w:rFonts w:asciiTheme="minorHAnsi" w:hAnsiTheme="minorHAnsi" w:cstheme="minorHAnsi"/>
          <w:sz w:val="20"/>
          <w:szCs w:val="20"/>
        </w:rPr>
        <w:t>najduj</w:t>
      </w:r>
      <w:r w:rsidRPr="00802AD0">
        <w:rPr>
          <w:rFonts w:asciiTheme="minorHAnsi" w:hAnsiTheme="minorHAnsi" w:cstheme="minorHAnsi"/>
          <w:sz w:val="20"/>
          <w:szCs w:val="20"/>
        </w:rPr>
        <w:t>emy</w:t>
      </w:r>
      <w:r w:rsidR="004A07DF" w:rsidRPr="00802AD0">
        <w:rPr>
          <w:rFonts w:asciiTheme="minorHAnsi" w:hAnsiTheme="minorHAnsi" w:cstheme="minorHAnsi"/>
          <w:sz w:val="20"/>
          <w:szCs w:val="20"/>
        </w:rPr>
        <w:t xml:space="preserve"> się w sytuacji finansowej i ekonomicznej zapewniającej realizację przedmiotu</w:t>
      </w:r>
      <w:r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4A07DF" w:rsidRPr="00802AD0">
        <w:rPr>
          <w:rFonts w:asciiTheme="minorHAnsi" w:hAnsiTheme="minorHAnsi" w:cstheme="minorHAnsi"/>
          <w:sz w:val="20"/>
          <w:szCs w:val="20"/>
        </w:rPr>
        <w:t>zamówienia.</w:t>
      </w:r>
    </w:p>
    <w:p w14:paraId="52B9339A" w14:textId="712F3FC9" w:rsidR="00A517CC" w:rsidRDefault="00A517CC" w:rsidP="002E1031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>Oświadczamy, że zapoznaliśmy się z parametrami technicznymi maszyn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 xml:space="preserve"> i urządzeń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określonymi w zapytaniu ofertowym i oferowan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e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maszyn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y i urządzenia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posiada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ją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takie parametry.</w:t>
      </w:r>
    </w:p>
    <w:p w14:paraId="25FD6E31" w14:textId="59AFE1C5" w:rsidR="0019040D" w:rsidRPr="00802AD0" w:rsidRDefault="002E7F6B" w:rsidP="0048779D">
      <w:pPr>
        <w:numPr>
          <w:ilvl w:val="0"/>
          <w:numId w:val="7"/>
        </w:numPr>
        <w:tabs>
          <w:tab w:val="clear" w:pos="720"/>
        </w:tabs>
        <w:ind w:left="20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udzielamy 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......... – miesięcy gwarancji </w:t>
      </w:r>
      <w:r w:rsidR="000F1C8F" w:rsidRPr="00802AD0">
        <w:rPr>
          <w:rFonts w:asciiTheme="minorHAnsi" w:hAnsiTheme="minorHAnsi" w:cstheme="minorHAnsi"/>
          <w:sz w:val="20"/>
          <w:szCs w:val="20"/>
        </w:rPr>
        <w:t>(co najmniej 12</w:t>
      </w:r>
      <w:r w:rsidRPr="00802AD0">
        <w:rPr>
          <w:rFonts w:asciiTheme="minorHAnsi" w:hAnsiTheme="minorHAnsi" w:cstheme="minorHAnsi"/>
          <w:sz w:val="20"/>
          <w:szCs w:val="20"/>
        </w:rPr>
        <w:t xml:space="preserve"> miesięcy)</w:t>
      </w:r>
      <w:r w:rsidR="002E7570"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C11DD0" w:rsidRPr="00802AD0">
        <w:rPr>
          <w:rFonts w:asciiTheme="minorHAnsi" w:hAnsiTheme="minorHAnsi" w:cstheme="minorHAnsi"/>
          <w:sz w:val="20"/>
          <w:szCs w:val="20"/>
        </w:rPr>
        <w:t xml:space="preserve">na wykonane </w:t>
      </w:r>
      <w:r w:rsidR="00504D6B" w:rsidRPr="00802AD0">
        <w:rPr>
          <w:rFonts w:asciiTheme="minorHAnsi" w:hAnsiTheme="minorHAnsi" w:cstheme="minorHAnsi"/>
          <w:sz w:val="20"/>
          <w:szCs w:val="20"/>
        </w:rPr>
        <w:t xml:space="preserve">  i zamontowane urządzeni</w:t>
      </w:r>
      <w:r w:rsidR="002E7570" w:rsidRPr="00802AD0">
        <w:rPr>
          <w:rFonts w:asciiTheme="minorHAnsi" w:hAnsiTheme="minorHAnsi" w:cstheme="minorHAnsi"/>
          <w:sz w:val="20"/>
          <w:szCs w:val="20"/>
        </w:rPr>
        <w:t>a</w:t>
      </w:r>
      <w:r w:rsidR="0019040D" w:rsidRPr="00802AD0">
        <w:rPr>
          <w:rFonts w:asciiTheme="minorHAnsi" w:hAnsiTheme="minorHAnsi" w:cstheme="minorHAnsi"/>
          <w:sz w:val="20"/>
          <w:szCs w:val="20"/>
        </w:rPr>
        <w:t>.</w:t>
      </w:r>
    </w:p>
    <w:p w14:paraId="6FD03D4F" w14:textId="49C0590D" w:rsidR="001275DB" w:rsidRDefault="007419A4" w:rsidP="0048779D">
      <w:pPr>
        <w:pStyle w:val="Tekstpodstawowy"/>
        <w:ind w:left="203"/>
        <w:rPr>
          <w:rFonts w:asciiTheme="minorHAnsi" w:hAnsiTheme="minorHAnsi" w:cstheme="minorHAnsi"/>
          <w:i/>
          <w:iCs/>
          <w:sz w:val="20"/>
          <w:szCs w:val="20"/>
        </w:rPr>
      </w:pPr>
      <w:r w:rsidRPr="00802AD0">
        <w:rPr>
          <w:rFonts w:asciiTheme="minorHAnsi" w:hAnsiTheme="minorHAnsi" w:cstheme="minorHAnsi"/>
          <w:i/>
          <w:iCs/>
          <w:sz w:val="20"/>
          <w:szCs w:val="20"/>
        </w:rPr>
        <w:t>Czas gwarancji w miesiącach stanowi jedno z kryteriów oceny ofert.</w:t>
      </w:r>
    </w:p>
    <w:p w14:paraId="4844A553" w14:textId="7CB53D86" w:rsidR="0048779D" w:rsidRPr="0048779D" w:rsidRDefault="0048779D" w:rsidP="0048779D">
      <w:pPr>
        <w:numPr>
          <w:ilvl w:val="0"/>
          <w:numId w:val="2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48779D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B19C6">
        <w:rPr>
          <w:rFonts w:asciiTheme="minorHAnsi" w:hAnsiTheme="minorHAnsi" w:cstheme="minorHAnsi"/>
          <w:sz w:val="20"/>
          <w:szCs w:val="20"/>
        </w:rPr>
        <w:t>c</w:t>
      </w:r>
      <w:r w:rsidR="006502F0" w:rsidRPr="006502F0">
        <w:rPr>
          <w:rFonts w:asciiTheme="minorHAnsi" w:hAnsiTheme="minorHAnsi" w:cstheme="minorHAnsi"/>
          <w:sz w:val="20"/>
          <w:szCs w:val="20"/>
        </w:rPr>
        <w:t>zas na podjęcie naprawy przez serwis dostawcy</w:t>
      </w:r>
      <w:r w:rsidR="00BB19C6">
        <w:rPr>
          <w:rFonts w:asciiTheme="minorHAnsi" w:hAnsiTheme="minorHAnsi" w:cstheme="minorHAnsi"/>
          <w:sz w:val="20"/>
          <w:szCs w:val="20"/>
        </w:rPr>
        <w:t xml:space="preserve"> w</w:t>
      </w:r>
      <w:r w:rsidRPr="0048779D">
        <w:rPr>
          <w:rFonts w:asciiTheme="minorHAnsi" w:hAnsiTheme="minorHAnsi" w:cstheme="minorHAnsi"/>
          <w:sz w:val="20"/>
          <w:szCs w:val="20"/>
        </w:rPr>
        <w:t xml:space="preserve"> </w:t>
      </w:r>
      <w:r w:rsidR="00BB19C6">
        <w:rPr>
          <w:rFonts w:asciiTheme="minorHAnsi" w:hAnsiTheme="minorHAnsi" w:cstheme="minorHAnsi"/>
          <w:sz w:val="20"/>
          <w:szCs w:val="20"/>
        </w:rPr>
        <w:t xml:space="preserve">dni robocze wynosi </w:t>
      </w:r>
      <w:r w:rsidRPr="002C42A5">
        <w:rPr>
          <w:rFonts w:asciiTheme="minorHAnsi" w:hAnsiTheme="minorHAnsi" w:cstheme="minorHAnsi"/>
          <w:b/>
          <w:bCs/>
          <w:sz w:val="20"/>
          <w:szCs w:val="20"/>
        </w:rPr>
        <w:t xml:space="preserve">......... – </w:t>
      </w:r>
      <w:r w:rsidR="00BB19C6" w:rsidRPr="002C42A5">
        <w:rPr>
          <w:rFonts w:asciiTheme="minorHAnsi" w:hAnsiTheme="minorHAnsi" w:cstheme="minorHAnsi"/>
          <w:b/>
          <w:bCs/>
          <w:sz w:val="20"/>
          <w:szCs w:val="20"/>
        </w:rPr>
        <w:t>godzin</w:t>
      </w:r>
      <w:r w:rsidRPr="0048779D">
        <w:rPr>
          <w:rFonts w:asciiTheme="minorHAnsi" w:hAnsiTheme="minorHAnsi" w:cstheme="minorHAnsi"/>
          <w:sz w:val="20"/>
          <w:szCs w:val="20"/>
        </w:rPr>
        <w:t>.</w:t>
      </w:r>
    </w:p>
    <w:p w14:paraId="52859A3F" w14:textId="19A87AD5" w:rsidR="0048779D" w:rsidRPr="0048779D" w:rsidRDefault="006502F0" w:rsidP="0048779D">
      <w:pPr>
        <w:spacing w:before="60" w:after="60"/>
        <w:ind w:left="22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502F0">
        <w:rPr>
          <w:rFonts w:asciiTheme="minorHAnsi" w:hAnsiTheme="minorHAnsi" w:cstheme="minorHAnsi"/>
          <w:i/>
          <w:iCs/>
          <w:sz w:val="20"/>
          <w:szCs w:val="20"/>
        </w:rPr>
        <w:t>Czas na podjęcie naprawy przez serwis dostawcy</w:t>
      </w:r>
      <w:r w:rsidR="0048779D" w:rsidRPr="0048779D">
        <w:rPr>
          <w:rFonts w:asciiTheme="minorHAnsi" w:hAnsiTheme="minorHAnsi" w:cstheme="minorHAnsi"/>
          <w:i/>
          <w:iCs/>
          <w:sz w:val="20"/>
          <w:szCs w:val="20"/>
        </w:rPr>
        <w:t xml:space="preserve"> w </w:t>
      </w:r>
      <w:r>
        <w:rPr>
          <w:rFonts w:asciiTheme="minorHAnsi" w:hAnsiTheme="minorHAnsi" w:cstheme="minorHAnsi"/>
          <w:i/>
          <w:iCs/>
          <w:sz w:val="20"/>
          <w:szCs w:val="20"/>
        </w:rPr>
        <w:t>godzinach</w:t>
      </w:r>
      <w:r w:rsidR="0048779D" w:rsidRPr="0048779D">
        <w:rPr>
          <w:rFonts w:asciiTheme="minorHAnsi" w:hAnsiTheme="minorHAnsi" w:cstheme="minorHAnsi"/>
          <w:i/>
          <w:iCs/>
          <w:sz w:val="20"/>
          <w:szCs w:val="20"/>
        </w:rPr>
        <w:t xml:space="preserve"> stanowi jedno z kryteriów oceny ofert.</w:t>
      </w:r>
    </w:p>
    <w:p w14:paraId="22CCF9AF" w14:textId="5A82445D" w:rsidR="00504D6B" w:rsidRPr="00802AD0" w:rsidRDefault="00504D6B" w:rsidP="002E1031">
      <w:pPr>
        <w:numPr>
          <w:ilvl w:val="0"/>
          <w:numId w:val="2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44C0F" w:rsidRPr="00802AD0">
        <w:rPr>
          <w:rFonts w:asciiTheme="minorHAnsi" w:hAnsiTheme="minorHAnsi" w:cstheme="minorHAnsi"/>
          <w:sz w:val="20"/>
          <w:szCs w:val="20"/>
        </w:rPr>
        <w:t>p</w:t>
      </w:r>
      <w:r w:rsidR="008640C9" w:rsidRPr="00802AD0">
        <w:rPr>
          <w:rFonts w:asciiTheme="minorHAnsi" w:hAnsiTheme="minorHAnsi" w:cstheme="minorHAnsi"/>
          <w:sz w:val="20"/>
          <w:szCs w:val="20"/>
        </w:rPr>
        <w:t>rzedmiot zamówienia wykonano w oparciu o system zarządzania środowiskowego ISO 14001</w:t>
      </w:r>
      <w:r w:rsidR="009A31B3" w:rsidRPr="00802AD0">
        <w:rPr>
          <w:rFonts w:asciiTheme="minorHAnsi" w:hAnsiTheme="minorHAnsi" w:cstheme="minorHAnsi"/>
          <w:sz w:val="20"/>
          <w:szCs w:val="20"/>
        </w:rPr>
        <w:t>/</w:t>
      </w:r>
      <w:r w:rsidR="008640C9" w:rsidRPr="00802AD0">
        <w:rPr>
          <w:rFonts w:asciiTheme="minorHAnsi" w:hAnsiTheme="minorHAnsi" w:cstheme="minorHAnsi"/>
          <w:sz w:val="20"/>
          <w:szCs w:val="20"/>
        </w:rPr>
        <w:t>EMAS</w:t>
      </w:r>
      <w:r w:rsidR="009A31B3" w:rsidRPr="00802AD0">
        <w:rPr>
          <w:rFonts w:asciiTheme="minorHAnsi" w:hAnsiTheme="minorHAnsi" w:cstheme="minorHAnsi"/>
          <w:sz w:val="20"/>
          <w:szCs w:val="20"/>
        </w:rPr>
        <w:t xml:space="preserve">/brak systemu zarządzania </w:t>
      </w:r>
      <w:r w:rsidR="00FF32A9" w:rsidRPr="00802AD0">
        <w:rPr>
          <w:rFonts w:asciiTheme="minorHAnsi" w:hAnsiTheme="minorHAnsi" w:cstheme="minorHAnsi"/>
          <w:sz w:val="20"/>
          <w:szCs w:val="20"/>
        </w:rPr>
        <w:t>środowiskowego</w:t>
      </w:r>
      <w:r w:rsidR="0034307F">
        <w:rPr>
          <w:rFonts w:asciiTheme="minorHAnsi" w:hAnsiTheme="minorHAnsi" w:cstheme="minorHAnsi"/>
          <w:sz w:val="20"/>
          <w:szCs w:val="20"/>
        </w:rPr>
        <w:t>*</w:t>
      </w:r>
      <w:r w:rsidRPr="00802AD0">
        <w:rPr>
          <w:rFonts w:asciiTheme="minorHAnsi" w:hAnsiTheme="minorHAnsi" w:cstheme="minorHAnsi"/>
          <w:sz w:val="20"/>
          <w:szCs w:val="20"/>
        </w:rPr>
        <w:t>.</w:t>
      </w:r>
    </w:p>
    <w:p w14:paraId="2C937D53" w14:textId="1987E90C" w:rsidR="00504D6B" w:rsidRPr="00802AD0" w:rsidRDefault="004E6DAA" w:rsidP="002E1031">
      <w:pPr>
        <w:spacing w:before="60" w:after="60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AD0">
        <w:rPr>
          <w:rFonts w:asciiTheme="minorHAnsi" w:hAnsiTheme="minorHAnsi" w:cstheme="minorHAnsi"/>
          <w:i/>
          <w:sz w:val="20"/>
          <w:szCs w:val="20"/>
        </w:rPr>
        <w:t xml:space="preserve">Wykonanie przedmiotu 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>zamówienia w oparciu o system zarządzania środowiskowego</w:t>
      </w:r>
      <w:r w:rsidR="007E038D" w:rsidRPr="00802AD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 xml:space="preserve">ISO 14001 lub EMAS </w:t>
      </w:r>
      <w:r w:rsidR="003B402F" w:rsidRPr="00802AD0">
        <w:rPr>
          <w:rFonts w:asciiTheme="minorHAnsi" w:hAnsiTheme="minorHAnsi" w:cstheme="minorHAnsi"/>
          <w:i/>
          <w:sz w:val="20"/>
          <w:szCs w:val="20"/>
        </w:rPr>
        <w:t xml:space="preserve"> sta</w:t>
      </w:r>
      <w:r w:rsidR="00E83C89" w:rsidRPr="00802AD0">
        <w:rPr>
          <w:rFonts w:asciiTheme="minorHAnsi" w:hAnsiTheme="minorHAnsi" w:cstheme="minorHAnsi"/>
          <w:i/>
          <w:sz w:val="20"/>
          <w:szCs w:val="20"/>
        </w:rPr>
        <w:t>nowi jedno z kryteriów oceny ofert.</w:t>
      </w:r>
    </w:p>
    <w:p w14:paraId="313BAF52" w14:textId="77777777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akceptujemy termin realizacji zamówienia.</w:t>
      </w:r>
    </w:p>
    <w:p w14:paraId="59C1B248" w14:textId="77777777" w:rsidR="00FC3264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Zapoznaliśmy się z </w:t>
      </w:r>
      <w:r w:rsidR="00CB2C43" w:rsidRPr="00802AD0">
        <w:rPr>
          <w:rFonts w:asciiTheme="minorHAnsi" w:hAnsiTheme="minorHAnsi" w:cstheme="minorHAnsi"/>
          <w:sz w:val="20"/>
          <w:szCs w:val="20"/>
        </w:rPr>
        <w:t>opisem technicznym</w:t>
      </w:r>
      <w:r w:rsidR="00E83C89" w:rsidRPr="00802AD0">
        <w:rPr>
          <w:rFonts w:asciiTheme="minorHAnsi" w:hAnsiTheme="minorHAnsi" w:cstheme="minorHAnsi"/>
          <w:sz w:val="20"/>
          <w:szCs w:val="20"/>
        </w:rPr>
        <w:t>i nie wnosimy w stosunku do niego</w:t>
      </w:r>
      <w:r w:rsidRPr="00802AD0">
        <w:rPr>
          <w:rFonts w:asciiTheme="minorHAnsi" w:hAnsiTheme="minorHAnsi" w:cstheme="minorHAnsi"/>
          <w:sz w:val="20"/>
          <w:szCs w:val="20"/>
        </w:rPr>
        <w:t xml:space="preserve"> żadnych uwag.</w:t>
      </w:r>
    </w:p>
    <w:p w14:paraId="77CAC13F" w14:textId="77777777" w:rsidR="00B61A72" w:rsidRPr="00B61A72" w:rsidRDefault="00B61A72" w:rsidP="00277F97">
      <w:pPr>
        <w:numPr>
          <w:ilvl w:val="0"/>
          <w:numId w:val="7"/>
        </w:numPr>
        <w:tabs>
          <w:tab w:val="clear" w:pos="720"/>
        </w:tabs>
        <w:spacing w:before="60" w:after="6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61A72">
        <w:rPr>
          <w:rFonts w:asciiTheme="minorHAnsi" w:hAnsiTheme="minorHAnsi" w:cstheme="minorHAnsi"/>
          <w:sz w:val="20"/>
          <w:szCs w:val="20"/>
        </w:rPr>
        <w:t xml:space="preserve">Oświadczamy, że nie podlegamy wykluczeniu z postępowania o udzielenie zamówienia. </w:t>
      </w:r>
    </w:p>
    <w:p w14:paraId="0EE5D1B4" w14:textId="4086335D" w:rsidR="00B61A72" w:rsidRPr="00D13E9C" w:rsidRDefault="00B61A72" w:rsidP="00D13E9C">
      <w:pPr>
        <w:numPr>
          <w:ilvl w:val="0"/>
          <w:numId w:val="7"/>
        </w:numPr>
        <w:tabs>
          <w:tab w:val="clear" w:pos="720"/>
        </w:tabs>
        <w:spacing w:before="60" w:after="6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61A72">
        <w:rPr>
          <w:rFonts w:asciiTheme="minorHAnsi" w:hAnsiTheme="minorHAnsi"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6E157A8" w14:textId="6B19CA43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</w:t>
      </w:r>
      <w:r w:rsidR="00364262">
        <w:rPr>
          <w:rFonts w:asciiTheme="minorHAnsi" w:hAnsiTheme="minorHAnsi" w:cstheme="minorHAnsi"/>
          <w:b/>
          <w:sz w:val="20"/>
          <w:szCs w:val="20"/>
        </w:rPr>
        <w:t>6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802AD0">
        <w:rPr>
          <w:rFonts w:asciiTheme="minorHAnsi" w:hAnsiTheme="minorHAnsi" w:cstheme="minorHAnsi"/>
          <w:sz w:val="20"/>
          <w:szCs w:val="20"/>
        </w:rPr>
        <w:t>dni od upływu terminu składania ofert.</w:t>
      </w:r>
    </w:p>
    <w:p w14:paraId="3DECD0A0" w14:textId="77777777" w:rsidR="00FC3264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Integralną częścią oferty są:</w:t>
      </w:r>
    </w:p>
    <w:p w14:paraId="32E85E7E" w14:textId="77777777" w:rsidR="00364262" w:rsidRDefault="00364262" w:rsidP="00364262">
      <w:pPr>
        <w:spacing w:before="60"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276208" w14:textId="77777777" w:rsidR="00364262" w:rsidRDefault="00364262" w:rsidP="00364262">
      <w:pPr>
        <w:spacing w:before="60"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4380BBC" w14:textId="77777777" w:rsidR="00364262" w:rsidRPr="00802AD0" w:rsidRDefault="00364262" w:rsidP="00364262">
      <w:pPr>
        <w:spacing w:before="60"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10C690F" w14:textId="7028D778" w:rsidR="00FC3264" w:rsidRPr="00364262" w:rsidRDefault="00802AD0" w:rsidP="0036426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64262">
        <w:rPr>
          <w:rFonts w:asciiTheme="minorHAnsi" w:hAnsiTheme="minorHAnsi" w:cstheme="minorHAnsi"/>
          <w:sz w:val="20"/>
          <w:szCs w:val="20"/>
        </w:rPr>
        <w:lastRenderedPageBreak/>
        <w:t>Aktualny odpis z właściwego rejestru lub centralnej ewidencji i informacji o działalności gospodarczej</w:t>
      </w:r>
      <w:r w:rsidR="0034307F" w:rsidRPr="00364262">
        <w:rPr>
          <w:rFonts w:asciiTheme="minorHAnsi" w:hAnsiTheme="minorHAnsi" w:cstheme="minorHAnsi"/>
          <w:sz w:val="20"/>
          <w:szCs w:val="20"/>
        </w:rPr>
        <w:t>.</w:t>
      </w:r>
    </w:p>
    <w:p w14:paraId="12340176" w14:textId="240F432C" w:rsidR="00364262" w:rsidRDefault="00364262" w:rsidP="0036426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o braku powiązań – Załącznik nr 2</w:t>
      </w:r>
    </w:p>
    <w:p w14:paraId="6084513A" w14:textId="77777777" w:rsidR="00364262" w:rsidRDefault="00364262" w:rsidP="00364262">
      <w:pPr>
        <w:pStyle w:val="Akapitzlist"/>
        <w:ind w:left="785"/>
        <w:jc w:val="both"/>
        <w:rPr>
          <w:rFonts w:asciiTheme="minorHAnsi" w:hAnsiTheme="minorHAnsi" w:cstheme="minorHAnsi"/>
          <w:sz w:val="20"/>
          <w:szCs w:val="20"/>
        </w:rPr>
      </w:pPr>
    </w:p>
    <w:p w14:paraId="74D98AEA" w14:textId="77777777" w:rsidR="00364262" w:rsidRDefault="00364262" w:rsidP="00364262">
      <w:pPr>
        <w:pStyle w:val="Akapitzlist"/>
        <w:ind w:left="785"/>
        <w:jc w:val="both"/>
        <w:rPr>
          <w:rFonts w:asciiTheme="minorHAnsi" w:hAnsiTheme="minorHAnsi" w:cstheme="minorHAnsi"/>
          <w:sz w:val="20"/>
          <w:szCs w:val="20"/>
        </w:rPr>
      </w:pPr>
    </w:p>
    <w:p w14:paraId="697941B6" w14:textId="77777777" w:rsidR="00364262" w:rsidRPr="00364262" w:rsidRDefault="00364262" w:rsidP="00364262">
      <w:pPr>
        <w:pStyle w:val="Akapitzlist"/>
        <w:ind w:left="785"/>
        <w:jc w:val="both"/>
        <w:rPr>
          <w:rFonts w:asciiTheme="minorHAnsi" w:hAnsiTheme="minorHAnsi" w:cstheme="minorHAnsi"/>
          <w:sz w:val="20"/>
          <w:szCs w:val="20"/>
        </w:rPr>
      </w:pPr>
    </w:p>
    <w:p w14:paraId="611EB62C" w14:textId="77777777" w:rsidR="00E26FAF" w:rsidRDefault="00E26FAF" w:rsidP="002E1031">
      <w:pPr>
        <w:pStyle w:val="Tekstpodstawowywcity"/>
        <w:ind w:left="0" w:firstLine="0"/>
        <w:rPr>
          <w:rFonts w:asciiTheme="minorHAnsi" w:hAnsiTheme="minorHAnsi" w:cstheme="minorHAnsi"/>
          <w:color w:val="auto"/>
          <w:sz w:val="20"/>
        </w:rPr>
      </w:pPr>
    </w:p>
    <w:p w14:paraId="225E7537" w14:textId="63D3DD53" w:rsidR="00FC3264" w:rsidRPr="00802AD0" w:rsidRDefault="00FC3264" w:rsidP="00F44E6A">
      <w:pPr>
        <w:pStyle w:val="Tekstpodstawowywcity"/>
        <w:ind w:left="0" w:firstLine="0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 xml:space="preserve">............................ dnia .......................                      </w:t>
      </w:r>
      <w:r w:rsidR="00F44E6A">
        <w:rPr>
          <w:rFonts w:asciiTheme="minorHAnsi" w:hAnsiTheme="minorHAnsi" w:cstheme="minorHAnsi"/>
          <w:color w:val="auto"/>
          <w:sz w:val="20"/>
        </w:rPr>
        <w:tab/>
      </w:r>
      <w:r w:rsidR="00F44E6A">
        <w:rPr>
          <w:rFonts w:asciiTheme="minorHAnsi" w:hAnsiTheme="minorHAnsi" w:cstheme="minorHAnsi"/>
          <w:color w:val="auto"/>
          <w:sz w:val="20"/>
        </w:rPr>
        <w:tab/>
      </w:r>
      <w:r w:rsidR="00F44E6A">
        <w:rPr>
          <w:rFonts w:asciiTheme="minorHAnsi" w:hAnsiTheme="minorHAnsi" w:cstheme="minorHAnsi"/>
          <w:color w:val="auto"/>
          <w:sz w:val="20"/>
        </w:rPr>
        <w:tab/>
      </w:r>
      <w:r w:rsidRPr="00802AD0">
        <w:rPr>
          <w:rFonts w:asciiTheme="minorHAnsi" w:hAnsiTheme="minorHAnsi" w:cstheme="minorHAnsi"/>
          <w:color w:val="auto"/>
          <w:sz w:val="20"/>
        </w:rPr>
        <w:t xml:space="preserve">    .......................................................... </w:t>
      </w:r>
    </w:p>
    <w:p w14:paraId="1CC38172" w14:textId="77777777" w:rsidR="00FC3264" w:rsidRPr="00802AD0" w:rsidRDefault="00FC3264" w:rsidP="00FC3264">
      <w:pPr>
        <w:pStyle w:val="Tekstpodstawowywcity"/>
        <w:ind w:left="0" w:firstLine="4680"/>
        <w:jc w:val="center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>Podpis i pieczęć osoby(</w:t>
      </w:r>
      <w:proofErr w:type="spellStart"/>
      <w:r w:rsidRPr="00802AD0">
        <w:rPr>
          <w:rFonts w:asciiTheme="minorHAnsi" w:hAnsiTheme="minorHAnsi" w:cstheme="minorHAnsi"/>
          <w:color w:val="auto"/>
          <w:sz w:val="20"/>
        </w:rPr>
        <w:t>ób</w:t>
      </w:r>
      <w:proofErr w:type="spellEnd"/>
      <w:r w:rsidRPr="00802AD0">
        <w:rPr>
          <w:rFonts w:asciiTheme="minorHAnsi" w:hAnsiTheme="minorHAnsi" w:cstheme="minorHAnsi"/>
          <w:color w:val="auto"/>
          <w:sz w:val="20"/>
        </w:rPr>
        <w:t>) uprawnionej(</w:t>
      </w:r>
      <w:proofErr w:type="spellStart"/>
      <w:r w:rsidRPr="00802AD0">
        <w:rPr>
          <w:rFonts w:asciiTheme="minorHAnsi" w:hAnsiTheme="minorHAnsi" w:cstheme="minorHAnsi"/>
          <w:color w:val="auto"/>
          <w:sz w:val="20"/>
        </w:rPr>
        <w:t>ych</w:t>
      </w:r>
      <w:proofErr w:type="spellEnd"/>
      <w:r w:rsidRPr="00802AD0">
        <w:rPr>
          <w:rFonts w:asciiTheme="minorHAnsi" w:hAnsiTheme="minorHAnsi" w:cstheme="minorHAnsi"/>
          <w:color w:val="auto"/>
          <w:sz w:val="20"/>
        </w:rPr>
        <w:t>)</w:t>
      </w:r>
    </w:p>
    <w:p w14:paraId="1349AA50" w14:textId="77777777" w:rsidR="00FC3264" w:rsidRPr="00802AD0" w:rsidRDefault="00FC3264" w:rsidP="00FC3264">
      <w:pPr>
        <w:pStyle w:val="Tekstpodstawowywcity"/>
        <w:ind w:left="0" w:firstLine="4680"/>
        <w:jc w:val="center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 xml:space="preserve">   do reprezentowania Wykonawcy</w:t>
      </w:r>
    </w:p>
    <w:p w14:paraId="0C1785E0" w14:textId="77777777" w:rsidR="00FC3264" w:rsidRPr="00802AD0" w:rsidRDefault="00FC3264" w:rsidP="00A603E3">
      <w:pPr>
        <w:suppressAutoHyphens/>
        <w:ind w:right="-1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802AD0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</w:p>
    <w:p w14:paraId="7D77886F" w14:textId="77777777" w:rsidR="00C10ED3" w:rsidRPr="00802AD0" w:rsidRDefault="00C10ED3" w:rsidP="00C10ED3">
      <w:pPr>
        <w:tabs>
          <w:tab w:val="num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* niewłaściwe skreślić</w:t>
      </w:r>
    </w:p>
    <w:sectPr w:rsidR="00C10ED3" w:rsidRPr="00802AD0" w:rsidSect="0099201E">
      <w:headerReference w:type="default" r:id="rId8"/>
      <w:pgSz w:w="11906" w:h="16838"/>
      <w:pgMar w:top="851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2F964" w14:textId="77777777" w:rsidR="00D422B3" w:rsidRDefault="00D422B3">
      <w:r>
        <w:separator/>
      </w:r>
    </w:p>
  </w:endnote>
  <w:endnote w:type="continuationSeparator" w:id="0">
    <w:p w14:paraId="3A40549A" w14:textId="77777777" w:rsidR="00D422B3" w:rsidRDefault="00D4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 Light">
    <w:altName w:val="Calibri"/>
    <w:charset w:val="EE"/>
    <w:family w:val="auto"/>
    <w:pitch w:val="variable"/>
    <w:sig w:usb0="00000000" w:usb1="40000001" w:usb2="00000000" w:usb3="00000000" w:csb0="000000B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26998" w14:textId="77777777" w:rsidR="00D422B3" w:rsidRDefault="00D422B3">
      <w:r>
        <w:separator/>
      </w:r>
    </w:p>
  </w:footnote>
  <w:footnote w:type="continuationSeparator" w:id="0">
    <w:p w14:paraId="47E3AC50" w14:textId="77777777" w:rsidR="00D422B3" w:rsidRDefault="00D42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641B" w14:textId="336A880B" w:rsidR="000F1C8F" w:rsidRDefault="00BE6AD1">
    <w:pPr>
      <w:pStyle w:val="Nagwek"/>
    </w:pPr>
    <w:r w:rsidRPr="00205306">
      <w:rPr>
        <w:noProof/>
        <w:color w:val="000000" w:themeColor="text1"/>
      </w:rPr>
      <w:drawing>
        <wp:inline distT="0" distB="0" distL="0" distR="0" wp14:anchorId="18F1E225" wp14:editId="127D583F">
          <wp:extent cx="5760720" cy="774700"/>
          <wp:effectExtent l="0" t="0" r="0" b="6350"/>
          <wp:docPr id="173325142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25142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2274B05"/>
    <w:multiLevelType w:val="hybridMultilevel"/>
    <w:tmpl w:val="DFF40E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21A3E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820A7"/>
    <w:multiLevelType w:val="hybridMultilevel"/>
    <w:tmpl w:val="0D4EBA3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1DCD"/>
    <w:multiLevelType w:val="hybridMultilevel"/>
    <w:tmpl w:val="2DA698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545"/>
    <w:multiLevelType w:val="hybridMultilevel"/>
    <w:tmpl w:val="6174F4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9F8"/>
    <w:multiLevelType w:val="hybridMultilevel"/>
    <w:tmpl w:val="2BF24830"/>
    <w:lvl w:ilvl="0" w:tplc="BB4CEF62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7" w15:restartNumberingAfterBreak="0">
    <w:nsid w:val="30A737A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D00E6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05A5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724D99"/>
    <w:multiLevelType w:val="hybridMultilevel"/>
    <w:tmpl w:val="E6EEFDA8"/>
    <w:lvl w:ilvl="0" w:tplc="9F4229E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ABECEC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80382"/>
    <w:multiLevelType w:val="hybridMultilevel"/>
    <w:tmpl w:val="E36EB4F8"/>
    <w:lvl w:ilvl="0" w:tplc="0BE00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25E46"/>
    <w:multiLevelType w:val="hybridMultilevel"/>
    <w:tmpl w:val="002E2B7C"/>
    <w:lvl w:ilvl="0" w:tplc="D258391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B2F6A70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FB2267"/>
    <w:multiLevelType w:val="hybridMultilevel"/>
    <w:tmpl w:val="CAD4B132"/>
    <w:lvl w:ilvl="0" w:tplc="D77AF5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0B0115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911696"/>
    <w:multiLevelType w:val="hybridMultilevel"/>
    <w:tmpl w:val="7ECCCFBE"/>
    <w:lvl w:ilvl="0" w:tplc="0415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7" w15:restartNumberingAfterBreak="0">
    <w:nsid w:val="79AB70B2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4C626D"/>
    <w:multiLevelType w:val="hybridMultilevel"/>
    <w:tmpl w:val="A1AA846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069710">
    <w:abstractNumId w:val="7"/>
  </w:num>
  <w:num w:numId="2" w16cid:durableId="1496802124">
    <w:abstractNumId w:val="16"/>
  </w:num>
  <w:num w:numId="3" w16cid:durableId="201352970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066908">
    <w:abstractNumId w:val="14"/>
  </w:num>
  <w:num w:numId="5" w16cid:durableId="1330909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3973553">
    <w:abstractNumId w:val="11"/>
  </w:num>
  <w:num w:numId="7" w16cid:durableId="520359416">
    <w:abstractNumId w:val="2"/>
  </w:num>
  <w:num w:numId="8" w16cid:durableId="1888564856">
    <w:abstractNumId w:val="15"/>
  </w:num>
  <w:num w:numId="9" w16cid:durableId="966350841">
    <w:abstractNumId w:val="9"/>
  </w:num>
  <w:num w:numId="10" w16cid:durableId="1650669577">
    <w:abstractNumId w:val="17"/>
  </w:num>
  <w:num w:numId="11" w16cid:durableId="1373531622">
    <w:abstractNumId w:val="6"/>
  </w:num>
  <w:num w:numId="12" w16cid:durableId="898202594">
    <w:abstractNumId w:val="0"/>
  </w:num>
  <w:num w:numId="13" w16cid:durableId="689255296">
    <w:abstractNumId w:val="8"/>
  </w:num>
  <w:num w:numId="14" w16cid:durableId="1953442060">
    <w:abstractNumId w:val="13"/>
  </w:num>
  <w:num w:numId="15" w16cid:durableId="615405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5956383">
    <w:abstractNumId w:val="4"/>
  </w:num>
  <w:num w:numId="17" w16cid:durableId="374817147">
    <w:abstractNumId w:val="1"/>
  </w:num>
  <w:num w:numId="18" w16cid:durableId="445732409">
    <w:abstractNumId w:val="3"/>
  </w:num>
  <w:num w:numId="19" w16cid:durableId="56369158">
    <w:abstractNumId w:val="18"/>
  </w:num>
  <w:num w:numId="20" w16cid:durableId="8279374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6565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2639254">
    <w:abstractNumId w:val="5"/>
  </w:num>
  <w:num w:numId="23" w16cid:durableId="660355026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720"/>
          </w:tabs>
          <w:ind w:left="567" w:hanging="283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599336504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567" w:hanging="283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881747679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457457376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397" w:hanging="39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 w16cid:durableId="2064255678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227" w:hanging="22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964091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DC3"/>
    <w:rsid w:val="00007DA4"/>
    <w:rsid w:val="00020157"/>
    <w:rsid w:val="00025E5B"/>
    <w:rsid w:val="00033DDB"/>
    <w:rsid w:val="000342C8"/>
    <w:rsid w:val="00037336"/>
    <w:rsid w:val="0003788C"/>
    <w:rsid w:val="00042286"/>
    <w:rsid w:val="00050DDC"/>
    <w:rsid w:val="00051882"/>
    <w:rsid w:val="00053DF6"/>
    <w:rsid w:val="000755B3"/>
    <w:rsid w:val="000763F5"/>
    <w:rsid w:val="00083C11"/>
    <w:rsid w:val="000952DE"/>
    <w:rsid w:val="000962B9"/>
    <w:rsid w:val="000A4861"/>
    <w:rsid w:val="000A60E9"/>
    <w:rsid w:val="000B0AFD"/>
    <w:rsid w:val="000D1F60"/>
    <w:rsid w:val="000D5AE6"/>
    <w:rsid w:val="000D6636"/>
    <w:rsid w:val="000E3366"/>
    <w:rsid w:val="000E5229"/>
    <w:rsid w:val="000E5DE0"/>
    <w:rsid w:val="000F1C8F"/>
    <w:rsid w:val="000F5353"/>
    <w:rsid w:val="0010272D"/>
    <w:rsid w:val="00102A52"/>
    <w:rsid w:val="001275DB"/>
    <w:rsid w:val="001432EE"/>
    <w:rsid w:val="0015512D"/>
    <w:rsid w:val="001610F7"/>
    <w:rsid w:val="00182727"/>
    <w:rsid w:val="00185185"/>
    <w:rsid w:val="0019040D"/>
    <w:rsid w:val="00195181"/>
    <w:rsid w:val="00195AB0"/>
    <w:rsid w:val="001B7054"/>
    <w:rsid w:val="001B7EA7"/>
    <w:rsid w:val="001C4CAB"/>
    <w:rsid w:val="001D4C35"/>
    <w:rsid w:val="001D685A"/>
    <w:rsid w:val="001E1F7F"/>
    <w:rsid w:val="001E653F"/>
    <w:rsid w:val="00201790"/>
    <w:rsid w:val="00205C56"/>
    <w:rsid w:val="00210234"/>
    <w:rsid w:val="00224F5E"/>
    <w:rsid w:val="0025584E"/>
    <w:rsid w:val="002579FA"/>
    <w:rsid w:val="00277F97"/>
    <w:rsid w:val="00280597"/>
    <w:rsid w:val="00281506"/>
    <w:rsid w:val="00287464"/>
    <w:rsid w:val="002B226E"/>
    <w:rsid w:val="002B3950"/>
    <w:rsid w:val="002C35D2"/>
    <w:rsid w:val="002C42A5"/>
    <w:rsid w:val="002E0D86"/>
    <w:rsid w:val="002E1031"/>
    <w:rsid w:val="002E3DAD"/>
    <w:rsid w:val="002E4A50"/>
    <w:rsid w:val="002E5709"/>
    <w:rsid w:val="002E7570"/>
    <w:rsid w:val="002E7F6B"/>
    <w:rsid w:val="002F718C"/>
    <w:rsid w:val="002F7D11"/>
    <w:rsid w:val="00301664"/>
    <w:rsid w:val="00303FBE"/>
    <w:rsid w:val="003046A1"/>
    <w:rsid w:val="00317D5E"/>
    <w:rsid w:val="0034307F"/>
    <w:rsid w:val="0034437F"/>
    <w:rsid w:val="00345913"/>
    <w:rsid w:val="003461B4"/>
    <w:rsid w:val="00364262"/>
    <w:rsid w:val="00372395"/>
    <w:rsid w:val="003738CB"/>
    <w:rsid w:val="00374BA8"/>
    <w:rsid w:val="00376EE0"/>
    <w:rsid w:val="00380C58"/>
    <w:rsid w:val="00386A94"/>
    <w:rsid w:val="00387258"/>
    <w:rsid w:val="00387C40"/>
    <w:rsid w:val="003B402F"/>
    <w:rsid w:val="003C1119"/>
    <w:rsid w:val="003C1889"/>
    <w:rsid w:val="003D00C4"/>
    <w:rsid w:val="003D239C"/>
    <w:rsid w:val="003D3F9C"/>
    <w:rsid w:val="003E11CA"/>
    <w:rsid w:val="003E5031"/>
    <w:rsid w:val="003E742C"/>
    <w:rsid w:val="00401758"/>
    <w:rsid w:val="004051BA"/>
    <w:rsid w:val="004205FB"/>
    <w:rsid w:val="00423457"/>
    <w:rsid w:val="00423F94"/>
    <w:rsid w:val="00424DBF"/>
    <w:rsid w:val="0043089E"/>
    <w:rsid w:val="00442697"/>
    <w:rsid w:val="00444DD7"/>
    <w:rsid w:val="00446CDF"/>
    <w:rsid w:val="004605CF"/>
    <w:rsid w:val="00475359"/>
    <w:rsid w:val="00481AC3"/>
    <w:rsid w:val="00482D45"/>
    <w:rsid w:val="0048779D"/>
    <w:rsid w:val="00490C14"/>
    <w:rsid w:val="004A07DF"/>
    <w:rsid w:val="004A2329"/>
    <w:rsid w:val="004A4FB9"/>
    <w:rsid w:val="004A620C"/>
    <w:rsid w:val="004B07B3"/>
    <w:rsid w:val="004C11E6"/>
    <w:rsid w:val="004E1A34"/>
    <w:rsid w:val="004E1AC9"/>
    <w:rsid w:val="004E3D3D"/>
    <w:rsid w:val="004E3E88"/>
    <w:rsid w:val="004E44C5"/>
    <w:rsid w:val="004E6DAA"/>
    <w:rsid w:val="004F1E7D"/>
    <w:rsid w:val="004F26B8"/>
    <w:rsid w:val="004F5889"/>
    <w:rsid w:val="004F6760"/>
    <w:rsid w:val="00504D6B"/>
    <w:rsid w:val="00511FB1"/>
    <w:rsid w:val="00514E3F"/>
    <w:rsid w:val="00517B20"/>
    <w:rsid w:val="005206D8"/>
    <w:rsid w:val="005231F8"/>
    <w:rsid w:val="005249D0"/>
    <w:rsid w:val="00535E25"/>
    <w:rsid w:val="005400AE"/>
    <w:rsid w:val="00542C67"/>
    <w:rsid w:val="00544F8D"/>
    <w:rsid w:val="00552106"/>
    <w:rsid w:val="00576CF6"/>
    <w:rsid w:val="00581DC8"/>
    <w:rsid w:val="005845B4"/>
    <w:rsid w:val="0058563F"/>
    <w:rsid w:val="00585FF8"/>
    <w:rsid w:val="00593E99"/>
    <w:rsid w:val="00594F0E"/>
    <w:rsid w:val="005A67E5"/>
    <w:rsid w:val="005B273E"/>
    <w:rsid w:val="005B609E"/>
    <w:rsid w:val="005B6732"/>
    <w:rsid w:val="005D12EC"/>
    <w:rsid w:val="005D22E7"/>
    <w:rsid w:val="005D237A"/>
    <w:rsid w:val="005D2938"/>
    <w:rsid w:val="005D31E2"/>
    <w:rsid w:val="005E2CA2"/>
    <w:rsid w:val="005E5ECD"/>
    <w:rsid w:val="00611318"/>
    <w:rsid w:val="00642B60"/>
    <w:rsid w:val="006502F0"/>
    <w:rsid w:val="00654ED8"/>
    <w:rsid w:val="00665EED"/>
    <w:rsid w:val="00674268"/>
    <w:rsid w:val="00675F31"/>
    <w:rsid w:val="006A5549"/>
    <w:rsid w:val="006B2DC0"/>
    <w:rsid w:val="006D0492"/>
    <w:rsid w:val="006D0B79"/>
    <w:rsid w:val="006D4FE1"/>
    <w:rsid w:val="006E77F2"/>
    <w:rsid w:val="00701C9C"/>
    <w:rsid w:val="00711430"/>
    <w:rsid w:val="00722928"/>
    <w:rsid w:val="00730BE9"/>
    <w:rsid w:val="00732A9D"/>
    <w:rsid w:val="007419A4"/>
    <w:rsid w:val="00745ADA"/>
    <w:rsid w:val="00750B6A"/>
    <w:rsid w:val="00760868"/>
    <w:rsid w:val="00780827"/>
    <w:rsid w:val="00780A5E"/>
    <w:rsid w:val="0078632E"/>
    <w:rsid w:val="00790ED2"/>
    <w:rsid w:val="007934EA"/>
    <w:rsid w:val="00794AB6"/>
    <w:rsid w:val="00797DCE"/>
    <w:rsid w:val="007A74E3"/>
    <w:rsid w:val="007A7C6C"/>
    <w:rsid w:val="007B1C20"/>
    <w:rsid w:val="007B2217"/>
    <w:rsid w:val="007B76C8"/>
    <w:rsid w:val="007E038D"/>
    <w:rsid w:val="007E448B"/>
    <w:rsid w:val="007E632C"/>
    <w:rsid w:val="0080060D"/>
    <w:rsid w:val="00802AD0"/>
    <w:rsid w:val="00806D77"/>
    <w:rsid w:val="008123DB"/>
    <w:rsid w:val="00813644"/>
    <w:rsid w:val="00814FF3"/>
    <w:rsid w:val="0081678D"/>
    <w:rsid w:val="00817200"/>
    <w:rsid w:val="00826484"/>
    <w:rsid w:val="00836369"/>
    <w:rsid w:val="00847D0A"/>
    <w:rsid w:val="008640C9"/>
    <w:rsid w:val="008702B8"/>
    <w:rsid w:val="00874358"/>
    <w:rsid w:val="008916C8"/>
    <w:rsid w:val="00897238"/>
    <w:rsid w:val="008A1271"/>
    <w:rsid w:val="008A4B3A"/>
    <w:rsid w:val="008B0C90"/>
    <w:rsid w:val="008B3EDA"/>
    <w:rsid w:val="008D1204"/>
    <w:rsid w:val="008D336C"/>
    <w:rsid w:val="008D7283"/>
    <w:rsid w:val="008E3BDF"/>
    <w:rsid w:val="008F0BCC"/>
    <w:rsid w:val="008F1F19"/>
    <w:rsid w:val="008F230E"/>
    <w:rsid w:val="00903E24"/>
    <w:rsid w:val="0091141A"/>
    <w:rsid w:val="00914232"/>
    <w:rsid w:val="00925D37"/>
    <w:rsid w:val="00933F2D"/>
    <w:rsid w:val="00941F7F"/>
    <w:rsid w:val="009534E6"/>
    <w:rsid w:val="00960C3F"/>
    <w:rsid w:val="00962DC3"/>
    <w:rsid w:val="00965CDC"/>
    <w:rsid w:val="00975ADE"/>
    <w:rsid w:val="0099201E"/>
    <w:rsid w:val="009A31B3"/>
    <w:rsid w:val="009A4C6A"/>
    <w:rsid w:val="009A6A6D"/>
    <w:rsid w:val="009A7C7E"/>
    <w:rsid w:val="009D1E1C"/>
    <w:rsid w:val="009D225C"/>
    <w:rsid w:val="009D3AF3"/>
    <w:rsid w:val="009E0813"/>
    <w:rsid w:val="009E3ECC"/>
    <w:rsid w:val="009E4572"/>
    <w:rsid w:val="009F0CC3"/>
    <w:rsid w:val="009F2A67"/>
    <w:rsid w:val="00A07DB9"/>
    <w:rsid w:val="00A135E5"/>
    <w:rsid w:val="00A15CA2"/>
    <w:rsid w:val="00A260A4"/>
    <w:rsid w:val="00A2720F"/>
    <w:rsid w:val="00A47300"/>
    <w:rsid w:val="00A517CC"/>
    <w:rsid w:val="00A53038"/>
    <w:rsid w:val="00A5351C"/>
    <w:rsid w:val="00A603E3"/>
    <w:rsid w:val="00A62CDE"/>
    <w:rsid w:val="00A642EE"/>
    <w:rsid w:val="00A70500"/>
    <w:rsid w:val="00A74C3E"/>
    <w:rsid w:val="00A7503A"/>
    <w:rsid w:val="00A8531E"/>
    <w:rsid w:val="00A8595F"/>
    <w:rsid w:val="00A86F3D"/>
    <w:rsid w:val="00A96575"/>
    <w:rsid w:val="00AA22E3"/>
    <w:rsid w:val="00AA285E"/>
    <w:rsid w:val="00AB41C5"/>
    <w:rsid w:val="00AB79FF"/>
    <w:rsid w:val="00AC5AE8"/>
    <w:rsid w:val="00AE19E3"/>
    <w:rsid w:val="00AE5C50"/>
    <w:rsid w:val="00AF197C"/>
    <w:rsid w:val="00B02557"/>
    <w:rsid w:val="00B15E29"/>
    <w:rsid w:val="00B176DC"/>
    <w:rsid w:val="00B33047"/>
    <w:rsid w:val="00B43679"/>
    <w:rsid w:val="00B44C0F"/>
    <w:rsid w:val="00B479B9"/>
    <w:rsid w:val="00B5264B"/>
    <w:rsid w:val="00B61A72"/>
    <w:rsid w:val="00B708B8"/>
    <w:rsid w:val="00B84C48"/>
    <w:rsid w:val="00B9310B"/>
    <w:rsid w:val="00BA1E58"/>
    <w:rsid w:val="00BA5DF7"/>
    <w:rsid w:val="00BA62EB"/>
    <w:rsid w:val="00BA72CA"/>
    <w:rsid w:val="00BB19C6"/>
    <w:rsid w:val="00BB3895"/>
    <w:rsid w:val="00BD09AF"/>
    <w:rsid w:val="00BD1B9F"/>
    <w:rsid w:val="00BD2EF1"/>
    <w:rsid w:val="00BD5023"/>
    <w:rsid w:val="00BD5BA3"/>
    <w:rsid w:val="00BD65F2"/>
    <w:rsid w:val="00BE5E3B"/>
    <w:rsid w:val="00BE6AD1"/>
    <w:rsid w:val="00BF5965"/>
    <w:rsid w:val="00C10ED3"/>
    <w:rsid w:val="00C11DD0"/>
    <w:rsid w:val="00C1549C"/>
    <w:rsid w:val="00C26503"/>
    <w:rsid w:val="00C3055C"/>
    <w:rsid w:val="00C3691B"/>
    <w:rsid w:val="00C4453B"/>
    <w:rsid w:val="00C44659"/>
    <w:rsid w:val="00C463DD"/>
    <w:rsid w:val="00C46414"/>
    <w:rsid w:val="00C5092E"/>
    <w:rsid w:val="00C64A0E"/>
    <w:rsid w:val="00C66BE5"/>
    <w:rsid w:val="00C71EA7"/>
    <w:rsid w:val="00C73A62"/>
    <w:rsid w:val="00C800E3"/>
    <w:rsid w:val="00C86ED6"/>
    <w:rsid w:val="00C971CC"/>
    <w:rsid w:val="00C97D9E"/>
    <w:rsid w:val="00CA4D1F"/>
    <w:rsid w:val="00CA5E7C"/>
    <w:rsid w:val="00CB2C43"/>
    <w:rsid w:val="00CC000C"/>
    <w:rsid w:val="00CE0DE3"/>
    <w:rsid w:val="00CE2B71"/>
    <w:rsid w:val="00CE5783"/>
    <w:rsid w:val="00CE64F1"/>
    <w:rsid w:val="00D04F9D"/>
    <w:rsid w:val="00D07521"/>
    <w:rsid w:val="00D13E9C"/>
    <w:rsid w:val="00D2266A"/>
    <w:rsid w:val="00D405FC"/>
    <w:rsid w:val="00D422B3"/>
    <w:rsid w:val="00D42999"/>
    <w:rsid w:val="00D55410"/>
    <w:rsid w:val="00D67CC0"/>
    <w:rsid w:val="00D74B05"/>
    <w:rsid w:val="00D80B1C"/>
    <w:rsid w:val="00D97D17"/>
    <w:rsid w:val="00DB00C3"/>
    <w:rsid w:val="00DB7E4D"/>
    <w:rsid w:val="00DC42DD"/>
    <w:rsid w:val="00DD42EA"/>
    <w:rsid w:val="00DD6849"/>
    <w:rsid w:val="00DE3874"/>
    <w:rsid w:val="00DF0AF4"/>
    <w:rsid w:val="00DF1D8D"/>
    <w:rsid w:val="00E17850"/>
    <w:rsid w:val="00E21F2A"/>
    <w:rsid w:val="00E22CDA"/>
    <w:rsid w:val="00E26FAF"/>
    <w:rsid w:val="00E31B06"/>
    <w:rsid w:val="00E4388C"/>
    <w:rsid w:val="00E47135"/>
    <w:rsid w:val="00E47EEF"/>
    <w:rsid w:val="00E62D16"/>
    <w:rsid w:val="00E62EA3"/>
    <w:rsid w:val="00E66777"/>
    <w:rsid w:val="00E72F6A"/>
    <w:rsid w:val="00E745DA"/>
    <w:rsid w:val="00E83C89"/>
    <w:rsid w:val="00E86478"/>
    <w:rsid w:val="00EB56B1"/>
    <w:rsid w:val="00EB58A6"/>
    <w:rsid w:val="00EB6C35"/>
    <w:rsid w:val="00EC24E3"/>
    <w:rsid w:val="00ED0040"/>
    <w:rsid w:val="00ED2131"/>
    <w:rsid w:val="00EF2146"/>
    <w:rsid w:val="00EF694E"/>
    <w:rsid w:val="00F02B6F"/>
    <w:rsid w:val="00F074B1"/>
    <w:rsid w:val="00F1419A"/>
    <w:rsid w:val="00F17EC5"/>
    <w:rsid w:val="00F25D5D"/>
    <w:rsid w:val="00F25F9E"/>
    <w:rsid w:val="00F343D6"/>
    <w:rsid w:val="00F37758"/>
    <w:rsid w:val="00F4170A"/>
    <w:rsid w:val="00F44E6A"/>
    <w:rsid w:val="00F47303"/>
    <w:rsid w:val="00F54F9E"/>
    <w:rsid w:val="00F76453"/>
    <w:rsid w:val="00F84460"/>
    <w:rsid w:val="00F87FEA"/>
    <w:rsid w:val="00F9190C"/>
    <w:rsid w:val="00FA3A4E"/>
    <w:rsid w:val="00FA527E"/>
    <w:rsid w:val="00FA619F"/>
    <w:rsid w:val="00FB3349"/>
    <w:rsid w:val="00FB6067"/>
    <w:rsid w:val="00FC3264"/>
    <w:rsid w:val="00FD33B0"/>
    <w:rsid w:val="00FD4145"/>
    <w:rsid w:val="00FE29F0"/>
    <w:rsid w:val="00FF1F44"/>
    <w:rsid w:val="00FF32A9"/>
    <w:rsid w:val="00FF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41E63D"/>
  <w15:docId w15:val="{6EACD6C2-6D7E-448D-8760-82B023DE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221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58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7B2217"/>
    <w:pPr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pacing w:val="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B221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7B2217"/>
    <w:pPr>
      <w:ind w:right="-648"/>
      <w:jc w:val="both"/>
    </w:pPr>
  </w:style>
  <w:style w:type="paragraph" w:styleId="Tekstpodstawowywcity">
    <w:name w:val="Body Text Indent"/>
    <w:basedOn w:val="Normalny"/>
    <w:link w:val="TekstpodstawowywcityZnak"/>
    <w:rsid w:val="007B2217"/>
    <w:pPr>
      <w:widowControl w:val="0"/>
      <w:suppressAutoHyphens/>
      <w:ind w:left="737" w:hanging="397"/>
    </w:pPr>
    <w:rPr>
      <w:color w:val="000080"/>
      <w:sz w:val="26"/>
      <w:szCs w:val="20"/>
    </w:rPr>
  </w:style>
  <w:style w:type="paragraph" w:customStyle="1" w:styleId="Listownik">
    <w:name w:val="Listownik"/>
    <w:basedOn w:val="Normalny"/>
    <w:rsid w:val="007B2217"/>
    <w:rPr>
      <w:rFonts w:ascii="Arial" w:hAnsi="Arial"/>
      <w:sz w:val="22"/>
      <w:szCs w:val="20"/>
    </w:rPr>
  </w:style>
  <w:style w:type="paragraph" w:customStyle="1" w:styleId="Zwykytekst0">
    <w:name w:val="Zwyk?y tekst"/>
    <w:basedOn w:val="Normalny"/>
    <w:rsid w:val="007B22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rsid w:val="007B2217"/>
    <w:rPr>
      <w:rFonts w:ascii="Arial" w:hAnsi="Arial" w:cs="Arial"/>
      <w:spacing w:val="8"/>
      <w:sz w:val="18"/>
      <w:szCs w:val="20"/>
    </w:rPr>
  </w:style>
  <w:style w:type="paragraph" w:styleId="Nagwek">
    <w:name w:val="header"/>
    <w:basedOn w:val="Normalny"/>
    <w:rsid w:val="00F074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74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E64F1"/>
    <w:pPr>
      <w:ind w:left="708"/>
    </w:pPr>
  </w:style>
  <w:style w:type="character" w:customStyle="1" w:styleId="ZwykytekstZnak">
    <w:name w:val="Zwykły tekst Znak"/>
    <w:link w:val="Zwykytekst"/>
    <w:rsid w:val="00A5351C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rsid w:val="002E7F6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E7F6B"/>
    <w:rPr>
      <w:color w:val="000080"/>
      <w:sz w:val="26"/>
    </w:rPr>
  </w:style>
  <w:style w:type="character" w:customStyle="1" w:styleId="Nagwek2Znak">
    <w:name w:val="Nagłówek 2 Znak"/>
    <w:link w:val="Nagwek2"/>
    <w:semiHidden/>
    <w:rsid w:val="004F58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CE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0DE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7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4BA8"/>
    <w:rPr>
      <w:sz w:val="16"/>
      <w:szCs w:val="16"/>
    </w:rPr>
  </w:style>
  <w:style w:type="paragraph" w:customStyle="1" w:styleId="Ecoline-TEKSTOFERTY-Rubik">
    <w:name w:val="Ecoline - TEKST OFERTY - Rubik"/>
    <w:basedOn w:val="Normalny"/>
    <w:qFormat/>
    <w:rsid w:val="00210234"/>
    <w:pPr>
      <w:spacing w:before="120" w:after="120" w:line="280" w:lineRule="exact"/>
      <w:jc w:val="both"/>
    </w:pPr>
    <w:rPr>
      <w:rFonts w:ascii="Rubik Light" w:eastAsiaTheme="minorEastAsia" w:hAnsi="Rubik Light" w:cs="Rubik Light"/>
      <w:sz w:val="18"/>
      <w:szCs w:val="18"/>
    </w:rPr>
  </w:style>
  <w:style w:type="table" w:styleId="Tabela-Siatka">
    <w:name w:val="Table Grid"/>
    <w:basedOn w:val="Standardowy"/>
    <w:rsid w:val="00210234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oline-Tekstoferty">
    <w:name w:val="Ecoline - Tekst oferty"/>
    <w:basedOn w:val="Normalny"/>
    <w:qFormat/>
    <w:rsid w:val="00210234"/>
    <w:pPr>
      <w:spacing w:before="120" w:after="120" w:line="280" w:lineRule="exact"/>
      <w:jc w:val="both"/>
    </w:pPr>
    <w:rPr>
      <w:rFonts w:ascii="Rubik Light" w:eastAsiaTheme="minorHAnsi" w:hAnsi="Rubik Light" w:cs="Calibri"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rlcze.ADM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B494-60B8-46D3-B960-27C2A16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</vt:lpstr>
    </vt:vector>
  </TitlesOfParts>
  <Company>EGC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</dc:title>
  <dc:creator>arlcze</dc:creator>
  <cp:lastModifiedBy>Maciej Łobodziński</cp:lastModifiedBy>
  <cp:revision>47</cp:revision>
  <cp:lastPrinted>2015-12-10T07:35:00Z</cp:lastPrinted>
  <dcterms:created xsi:type="dcterms:W3CDTF">2017-02-21T17:42:00Z</dcterms:created>
  <dcterms:modified xsi:type="dcterms:W3CDTF">2025-12-18T14:18:00Z</dcterms:modified>
</cp:coreProperties>
</file>